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A9A6E" w14:textId="352E83FD" w:rsidR="00EF0FC8" w:rsidRPr="00CC363F" w:rsidRDefault="00EF0FC8">
      <w:pPr>
        <w:pStyle w:val="Tytu"/>
        <w:jc w:val="right"/>
        <w:rPr>
          <w:rFonts w:cs="Arial"/>
          <w:b w:val="0"/>
          <w:bCs/>
          <w:sz w:val="24"/>
        </w:rPr>
      </w:pPr>
      <w:r w:rsidRPr="00CC363F">
        <w:rPr>
          <w:rFonts w:cs="Arial"/>
          <w:b w:val="0"/>
          <w:bCs/>
          <w:sz w:val="24"/>
        </w:rPr>
        <w:t>Załącznik</w:t>
      </w:r>
      <w:r w:rsidR="00E1628B" w:rsidRPr="00CC363F">
        <w:rPr>
          <w:rFonts w:cs="Arial"/>
          <w:b w:val="0"/>
          <w:bCs/>
          <w:sz w:val="24"/>
        </w:rPr>
        <w:t xml:space="preserve"> </w:t>
      </w:r>
      <w:r w:rsidR="00857B4B" w:rsidRPr="00CC363F">
        <w:rPr>
          <w:rFonts w:cs="Arial"/>
          <w:b w:val="0"/>
          <w:bCs/>
          <w:sz w:val="24"/>
        </w:rPr>
        <w:t xml:space="preserve">nr </w:t>
      </w:r>
      <w:r w:rsidR="0023355F" w:rsidRPr="00B337D2">
        <w:rPr>
          <w:rFonts w:cs="Arial"/>
          <w:b w:val="0"/>
          <w:bCs/>
          <w:sz w:val="24"/>
        </w:rPr>
        <w:t>9</w:t>
      </w:r>
      <w:r w:rsidR="00857B4B" w:rsidRPr="00CC363F">
        <w:rPr>
          <w:rFonts w:cs="Arial"/>
          <w:b w:val="0"/>
          <w:bCs/>
          <w:sz w:val="24"/>
        </w:rPr>
        <w:t xml:space="preserve"> </w:t>
      </w:r>
      <w:r w:rsidR="00575260" w:rsidRPr="00CC363F">
        <w:rPr>
          <w:rFonts w:cs="Arial"/>
          <w:b w:val="0"/>
          <w:bCs/>
          <w:sz w:val="24"/>
        </w:rPr>
        <w:t>do SWZ</w:t>
      </w:r>
    </w:p>
    <w:p w14:paraId="66EDC6A9" w14:textId="5AD33A00" w:rsidR="008C7282" w:rsidRPr="004954EB" w:rsidRDefault="008C7282" w:rsidP="00DF4934">
      <w:pPr>
        <w:rPr>
          <w:rFonts w:ascii="Arial" w:hAnsi="Arial" w:cs="Arial"/>
          <w:sz w:val="24"/>
          <w:szCs w:val="24"/>
        </w:rPr>
      </w:pPr>
    </w:p>
    <w:p w14:paraId="3CA54EBF" w14:textId="1E93A787" w:rsidR="00EF0FC8" w:rsidRPr="004954EB" w:rsidRDefault="00425DD9" w:rsidP="008C7282">
      <w:pPr>
        <w:pStyle w:val="Nagwek2"/>
        <w:ind w:left="284" w:right="-286"/>
        <w:jc w:val="center"/>
        <w:rPr>
          <w:rFonts w:ascii="Arial" w:hAnsi="Arial" w:cs="Arial"/>
          <w:b/>
          <w:spacing w:val="20"/>
        </w:rPr>
      </w:pPr>
      <w:r w:rsidRPr="004954EB">
        <w:rPr>
          <w:rFonts w:ascii="Arial" w:hAnsi="Arial" w:cs="Arial"/>
          <w:b/>
          <w:spacing w:val="20"/>
        </w:rPr>
        <w:t xml:space="preserve">WYKAZ </w:t>
      </w:r>
      <w:r w:rsidR="00013C96" w:rsidRPr="004954EB">
        <w:rPr>
          <w:rFonts w:ascii="Arial" w:hAnsi="Arial" w:cs="Arial"/>
          <w:b/>
          <w:spacing w:val="20"/>
        </w:rPr>
        <w:t xml:space="preserve">ROBÓT </w:t>
      </w:r>
    </w:p>
    <w:p w14:paraId="2CCADCA4" w14:textId="77777777" w:rsidR="008C7282" w:rsidRPr="004954EB" w:rsidRDefault="008C7282" w:rsidP="008C7282">
      <w:pPr>
        <w:rPr>
          <w:rFonts w:ascii="Arial" w:hAnsi="Arial" w:cs="Arial"/>
        </w:rPr>
      </w:pPr>
    </w:p>
    <w:p w14:paraId="7D7F3E97" w14:textId="77777777" w:rsidR="00BB080B" w:rsidRPr="004954EB" w:rsidRDefault="00BB080B" w:rsidP="00E001EA">
      <w:pPr>
        <w:jc w:val="both"/>
        <w:rPr>
          <w:rFonts w:ascii="Arial" w:hAnsi="Arial" w:cs="Arial"/>
          <w:sz w:val="24"/>
        </w:rPr>
      </w:pPr>
    </w:p>
    <w:p w14:paraId="1C5A881C" w14:textId="4091347D" w:rsidR="00CA2061" w:rsidRPr="004954EB" w:rsidRDefault="00BB080B" w:rsidP="00CA20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54EB">
        <w:rPr>
          <w:rFonts w:ascii="Arial" w:hAnsi="Arial" w:cs="Arial"/>
          <w:sz w:val="24"/>
          <w:szCs w:val="24"/>
        </w:rPr>
        <w:t xml:space="preserve">Składając </w:t>
      </w:r>
      <w:r w:rsidR="00DF4934" w:rsidRPr="004954EB">
        <w:rPr>
          <w:rFonts w:ascii="Arial" w:hAnsi="Arial" w:cs="Arial"/>
          <w:sz w:val="24"/>
          <w:szCs w:val="24"/>
        </w:rPr>
        <w:t>ofertę w postępowaniu</w:t>
      </w:r>
      <w:r w:rsidR="00343281" w:rsidRPr="004954EB">
        <w:rPr>
          <w:rFonts w:ascii="Arial" w:hAnsi="Arial" w:cs="Arial"/>
          <w:sz w:val="24"/>
          <w:szCs w:val="24"/>
        </w:rPr>
        <w:t xml:space="preserve"> o udzielenie zamówienia publicznego</w:t>
      </w:r>
      <w:r w:rsidR="00DF4934" w:rsidRPr="004954EB">
        <w:rPr>
          <w:rFonts w:ascii="Arial" w:hAnsi="Arial" w:cs="Arial"/>
          <w:sz w:val="24"/>
          <w:szCs w:val="24"/>
        </w:rPr>
        <w:t xml:space="preserve"> prowadzonym w trybie </w:t>
      </w:r>
      <w:r w:rsidR="00C40DE1" w:rsidRPr="004954EB">
        <w:rPr>
          <w:rFonts w:ascii="Arial" w:hAnsi="Arial" w:cs="Arial"/>
          <w:sz w:val="24"/>
          <w:szCs w:val="24"/>
        </w:rPr>
        <w:t>podstawowym</w:t>
      </w:r>
      <w:r w:rsidR="00DB307B" w:rsidRPr="004954EB">
        <w:rPr>
          <w:rFonts w:ascii="Arial" w:hAnsi="Arial" w:cs="Arial"/>
          <w:sz w:val="24"/>
          <w:szCs w:val="24"/>
        </w:rPr>
        <w:t xml:space="preserve"> bez negocjacji</w:t>
      </w:r>
      <w:r w:rsidR="00901871" w:rsidRPr="004954EB">
        <w:rPr>
          <w:rFonts w:ascii="Arial" w:hAnsi="Arial" w:cs="Arial"/>
          <w:b/>
          <w:bCs/>
          <w:sz w:val="24"/>
          <w:szCs w:val="24"/>
        </w:rPr>
        <w:t xml:space="preserve"> </w:t>
      </w:r>
      <w:r w:rsidR="00DF4934" w:rsidRPr="004954EB">
        <w:rPr>
          <w:rFonts w:ascii="Arial" w:hAnsi="Arial" w:cs="Arial"/>
          <w:sz w:val="24"/>
          <w:szCs w:val="24"/>
        </w:rPr>
        <w:t>na</w:t>
      </w:r>
      <w:r w:rsidR="00D87D63" w:rsidRPr="004954EB">
        <w:rPr>
          <w:rFonts w:ascii="Arial" w:hAnsi="Arial" w:cs="Arial"/>
          <w:sz w:val="24"/>
          <w:szCs w:val="24"/>
        </w:rPr>
        <w:t xml:space="preserve"> </w:t>
      </w:r>
      <w:r w:rsidR="006F39DA">
        <w:rPr>
          <w:rFonts w:ascii="Arial" w:hAnsi="Arial" w:cs="Arial"/>
          <w:b/>
          <w:sz w:val="24"/>
          <w:szCs w:val="24"/>
        </w:rPr>
        <w:t>Termomodernizację budynku Wojewódzkiego Zakładu Opieki Psychiatrycznej w Sokołówce</w:t>
      </w:r>
      <w:r w:rsidR="00CC363F" w:rsidRPr="004D74C5">
        <w:rPr>
          <w:rFonts w:ascii="Arial" w:hAnsi="Arial" w:cs="Arial"/>
          <w:b/>
          <w:bCs/>
          <w:iCs/>
          <w:color w:val="000000"/>
          <w:sz w:val="24"/>
          <w:szCs w:val="24"/>
          <w:lang w:eastAsia="x-none"/>
        </w:rPr>
        <w:t>,</w:t>
      </w:r>
    </w:p>
    <w:p w14:paraId="11E4C41B" w14:textId="58244E3F" w:rsidR="008E0970" w:rsidRPr="004954EB" w:rsidRDefault="008E0970" w:rsidP="00CA2061">
      <w:pPr>
        <w:spacing w:after="120"/>
        <w:jc w:val="both"/>
        <w:rPr>
          <w:rFonts w:ascii="Arial" w:hAnsi="Arial" w:cs="Arial"/>
          <w:b/>
          <w:bCs/>
          <w:sz w:val="24"/>
        </w:rPr>
      </w:pPr>
    </w:p>
    <w:p w14:paraId="44AA804D" w14:textId="0DF45C6E" w:rsidR="005A629F" w:rsidRPr="004954EB" w:rsidRDefault="00C82240" w:rsidP="005A629F">
      <w:pPr>
        <w:jc w:val="both"/>
        <w:rPr>
          <w:rFonts w:ascii="Arial" w:hAnsi="Arial" w:cs="Arial"/>
          <w:sz w:val="24"/>
        </w:rPr>
      </w:pPr>
      <w:r w:rsidRPr="004954EB">
        <w:rPr>
          <w:rFonts w:ascii="Arial" w:hAnsi="Arial" w:cs="Arial"/>
          <w:sz w:val="24"/>
        </w:rPr>
        <w:t>OŚWIADCZAM(Y), że</w:t>
      </w:r>
      <w:r w:rsidR="005A629F" w:rsidRPr="004954EB">
        <w:rPr>
          <w:rFonts w:ascii="Arial" w:hAnsi="Arial" w:cs="Arial"/>
          <w:sz w:val="24"/>
        </w:rPr>
        <w:t>: wykonałem (wykonaliśmy) następujące roboty budowlane:</w:t>
      </w:r>
    </w:p>
    <w:p w14:paraId="5C08D054" w14:textId="77777777" w:rsidR="005A629F" w:rsidRPr="004954EB" w:rsidRDefault="005A629F" w:rsidP="005A629F">
      <w:pPr>
        <w:jc w:val="both"/>
        <w:rPr>
          <w:rFonts w:ascii="Arial" w:hAnsi="Arial" w:cs="Arial"/>
          <w:sz w:val="24"/>
        </w:rPr>
      </w:pP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4954EB" w14:paraId="21122D34" w14:textId="77777777" w:rsidTr="00F00CCB">
        <w:trPr>
          <w:trHeight w:val="740"/>
          <w:jc w:val="center"/>
        </w:trPr>
        <w:tc>
          <w:tcPr>
            <w:tcW w:w="1772" w:type="dxa"/>
            <w:vAlign w:val="center"/>
          </w:tcPr>
          <w:p w14:paraId="592D15DC" w14:textId="77777777" w:rsidR="00F00CCB" w:rsidRPr="004954EB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54EB">
              <w:rPr>
                <w:rFonts w:ascii="Arial" w:hAnsi="Arial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31AC6F9D" w14:textId="77777777" w:rsidR="00F00CCB" w:rsidRPr="004954EB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54E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F42B9F2" w14:textId="77777777" w:rsidR="00F00CCB" w:rsidRPr="004954EB" w:rsidRDefault="00F00CCB" w:rsidP="00F85E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54EB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7DE43F91" w14:textId="77777777" w:rsidR="00F00CCB" w:rsidRPr="004954EB" w:rsidRDefault="00F00CCB" w:rsidP="00F85E7E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4954EB"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3867A8E5" w14:textId="77777777" w:rsidR="00F00CCB" w:rsidRPr="004954EB" w:rsidRDefault="00F00CCB" w:rsidP="00F00C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54EB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7BC71F8C" w14:textId="77777777" w:rsidR="00F00CCB" w:rsidRPr="004954EB" w:rsidRDefault="00F00CCB" w:rsidP="00F00CC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54EB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którego roboty te zostały wykonane</w:t>
            </w:r>
          </w:p>
        </w:tc>
      </w:tr>
      <w:tr w:rsidR="00F00CCB" w:rsidRPr="004954EB" w14:paraId="558B8531" w14:textId="77777777" w:rsidTr="00C40DE1">
        <w:trPr>
          <w:trHeight w:val="522"/>
          <w:jc w:val="center"/>
        </w:trPr>
        <w:tc>
          <w:tcPr>
            <w:tcW w:w="1772" w:type="dxa"/>
          </w:tcPr>
          <w:p w14:paraId="515CFABB" w14:textId="77777777" w:rsidR="00F00CCB" w:rsidRPr="004954EB" w:rsidRDefault="00F00CCB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770BC5C7" w14:textId="77777777" w:rsidR="00F00CCB" w:rsidRPr="004954EB" w:rsidRDefault="00F00CCB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19AF4813" w14:textId="77777777" w:rsidR="00F00CCB" w:rsidRPr="004954EB" w:rsidRDefault="00F00CCB" w:rsidP="008C7282">
            <w:pPr>
              <w:jc w:val="center"/>
              <w:rPr>
                <w:rFonts w:ascii="Arial" w:hAnsi="Arial" w:cs="Arial"/>
                <w:sz w:val="24"/>
              </w:rPr>
            </w:pPr>
          </w:p>
          <w:p w14:paraId="746CC037" w14:textId="77777777" w:rsidR="00F00CCB" w:rsidRPr="004954EB" w:rsidRDefault="00F00CCB" w:rsidP="008C7282">
            <w:pPr>
              <w:jc w:val="center"/>
              <w:rPr>
                <w:rFonts w:ascii="Arial" w:hAnsi="Arial" w:cs="Arial"/>
                <w:sz w:val="24"/>
              </w:rPr>
            </w:pPr>
          </w:p>
          <w:p w14:paraId="0B16EA7B" w14:textId="77777777" w:rsidR="00F00CCB" w:rsidRPr="004954EB" w:rsidRDefault="00F00CCB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92E24C3" w14:textId="77777777" w:rsidR="00F00CCB" w:rsidRPr="004954EB" w:rsidRDefault="00F00CCB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4A450988" w14:textId="77777777" w:rsidR="00F00CCB" w:rsidRPr="004954EB" w:rsidRDefault="00F00CCB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3519C" w:rsidRPr="004954EB" w14:paraId="683B33DE" w14:textId="77777777" w:rsidTr="00C40DE1">
        <w:trPr>
          <w:trHeight w:val="522"/>
          <w:jc w:val="center"/>
        </w:trPr>
        <w:tc>
          <w:tcPr>
            <w:tcW w:w="1772" w:type="dxa"/>
          </w:tcPr>
          <w:p w14:paraId="6EC677EE" w14:textId="77777777" w:rsidR="00C3519C" w:rsidRPr="004954EB" w:rsidRDefault="00C3519C" w:rsidP="00C40DE1">
            <w:pPr>
              <w:rPr>
                <w:rFonts w:ascii="Arial" w:hAnsi="Arial" w:cs="Arial"/>
                <w:sz w:val="24"/>
              </w:rPr>
            </w:pPr>
          </w:p>
          <w:p w14:paraId="79B68ADB" w14:textId="77777777" w:rsidR="00C3519C" w:rsidRPr="004954EB" w:rsidRDefault="00C3519C" w:rsidP="00C40DE1">
            <w:pPr>
              <w:rPr>
                <w:rFonts w:ascii="Arial" w:hAnsi="Arial" w:cs="Arial"/>
                <w:sz w:val="24"/>
              </w:rPr>
            </w:pPr>
          </w:p>
          <w:p w14:paraId="092C0D15" w14:textId="4EF3CAC3" w:rsidR="00C3519C" w:rsidRPr="004954EB" w:rsidRDefault="00C3519C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79FEA369" w14:textId="77777777" w:rsidR="00C3519C" w:rsidRPr="004954EB" w:rsidRDefault="00C3519C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38CFE99B" w14:textId="77777777" w:rsidR="00C3519C" w:rsidRPr="004954EB" w:rsidRDefault="00C3519C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B41BFE5" w14:textId="77777777" w:rsidR="00C3519C" w:rsidRPr="004954EB" w:rsidRDefault="00C3519C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446B6CD6" w14:textId="77777777" w:rsidR="00C3519C" w:rsidRPr="004954EB" w:rsidRDefault="00C3519C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41BD2" w:rsidRPr="004954EB" w14:paraId="19B6584E" w14:textId="77777777" w:rsidTr="00C40DE1">
        <w:trPr>
          <w:trHeight w:val="522"/>
          <w:jc w:val="center"/>
        </w:trPr>
        <w:tc>
          <w:tcPr>
            <w:tcW w:w="1772" w:type="dxa"/>
          </w:tcPr>
          <w:p w14:paraId="0C274658" w14:textId="77777777" w:rsidR="00041BD2" w:rsidRDefault="00041BD2" w:rsidP="00C40DE1">
            <w:pPr>
              <w:rPr>
                <w:rFonts w:ascii="Arial" w:hAnsi="Arial" w:cs="Arial"/>
                <w:sz w:val="24"/>
              </w:rPr>
            </w:pPr>
          </w:p>
          <w:p w14:paraId="11AF5214" w14:textId="77777777" w:rsidR="00041BD2" w:rsidRDefault="00041BD2" w:rsidP="00C40DE1">
            <w:pPr>
              <w:rPr>
                <w:rFonts w:ascii="Arial" w:hAnsi="Arial" w:cs="Arial"/>
                <w:sz w:val="24"/>
              </w:rPr>
            </w:pPr>
          </w:p>
          <w:p w14:paraId="601A4F5E" w14:textId="77777777" w:rsidR="00041BD2" w:rsidRPr="004954EB" w:rsidRDefault="00041BD2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6C63B857" w14:textId="77777777" w:rsidR="00041BD2" w:rsidRPr="004954EB" w:rsidRDefault="00041BD2" w:rsidP="00C40D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48A3D0B9" w14:textId="77777777" w:rsidR="00041BD2" w:rsidRPr="004954EB" w:rsidRDefault="00041BD2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F8B316F" w14:textId="77777777" w:rsidR="00041BD2" w:rsidRPr="004954EB" w:rsidRDefault="00041BD2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9F43C34" w14:textId="77777777" w:rsidR="00041BD2" w:rsidRPr="004954EB" w:rsidRDefault="00041BD2" w:rsidP="008C7282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6C8527D8" w14:textId="77777777" w:rsidR="00425DD9" w:rsidRPr="004954EB" w:rsidRDefault="00425DD9" w:rsidP="00425DD9">
      <w:pPr>
        <w:jc w:val="both"/>
        <w:rPr>
          <w:rFonts w:ascii="Arial" w:hAnsi="Arial" w:cs="Arial"/>
          <w:sz w:val="24"/>
        </w:rPr>
      </w:pPr>
    </w:p>
    <w:p w14:paraId="4B5677FD" w14:textId="77777777" w:rsidR="00EF0FC8" w:rsidRPr="004954EB" w:rsidRDefault="00C82240" w:rsidP="008C7282">
      <w:pPr>
        <w:jc w:val="both"/>
        <w:rPr>
          <w:rFonts w:ascii="Arial" w:hAnsi="Arial" w:cs="Arial"/>
          <w:sz w:val="24"/>
        </w:rPr>
      </w:pPr>
      <w:r w:rsidRPr="004954EB">
        <w:rPr>
          <w:rFonts w:ascii="Arial" w:hAnsi="Arial" w:cs="Arial"/>
          <w:sz w:val="24"/>
        </w:rPr>
        <w:t>Do wykazu należy dołączyć d</w:t>
      </w:r>
      <w:r w:rsidR="005A629F" w:rsidRPr="004954EB">
        <w:rPr>
          <w:rFonts w:ascii="Arial" w:hAnsi="Arial" w:cs="Arial"/>
          <w:sz w:val="24"/>
        </w:rPr>
        <w:t>owody</w:t>
      </w:r>
      <w:r w:rsidRPr="004954EB">
        <w:rPr>
          <w:rFonts w:ascii="Arial" w:hAnsi="Arial" w:cs="Arial"/>
          <w:vertAlign w:val="superscript"/>
        </w:rPr>
        <w:t>1)</w:t>
      </w:r>
      <w:r w:rsidRPr="004954EB">
        <w:rPr>
          <w:rFonts w:ascii="Arial" w:hAnsi="Arial" w:cs="Arial"/>
        </w:rPr>
        <w:t xml:space="preserve"> </w:t>
      </w:r>
      <w:r w:rsidRPr="004954EB">
        <w:rPr>
          <w:rFonts w:ascii="Arial" w:hAnsi="Arial" w:cs="Arial"/>
          <w:sz w:val="24"/>
          <w:szCs w:val="24"/>
        </w:rPr>
        <w:t>potwierdzające,</w:t>
      </w:r>
      <w:r w:rsidRPr="004954EB">
        <w:rPr>
          <w:rFonts w:ascii="Arial" w:hAnsi="Arial" w:cs="Arial"/>
        </w:rPr>
        <w:t xml:space="preserve"> </w:t>
      </w:r>
      <w:r w:rsidR="005A629F" w:rsidRPr="004954EB">
        <w:rPr>
          <w:rFonts w:ascii="Arial" w:hAnsi="Arial" w:cs="Arial"/>
          <w:sz w:val="24"/>
        </w:rPr>
        <w:t>że</w:t>
      </w:r>
      <w:r w:rsidR="008C7282" w:rsidRPr="004954EB">
        <w:rPr>
          <w:rFonts w:ascii="Arial" w:hAnsi="Arial" w:cs="Arial"/>
          <w:sz w:val="24"/>
        </w:rPr>
        <w:t xml:space="preserve"> </w:t>
      </w:r>
      <w:r w:rsidRPr="004954EB">
        <w:rPr>
          <w:rFonts w:ascii="Arial" w:hAnsi="Arial" w:cs="Arial"/>
          <w:sz w:val="24"/>
        </w:rPr>
        <w:t xml:space="preserve">roboty budowlane </w:t>
      </w:r>
      <w:r w:rsidR="008C7282" w:rsidRPr="004954EB">
        <w:rPr>
          <w:rFonts w:ascii="Arial" w:hAnsi="Arial" w:cs="Arial"/>
          <w:sz w:val="24"/>
        </w:rPr>
        <w:t xml:space="preserve">zostały </w:t>
      </w:r>
      <w:r w:rsidR="005A629F" w:rsidRPr="004954EB">
        <w:rPr>
          <w:rFonts w:ascii="Arial" w:hAnsi="Arial" w:cs="Arial"/>
          <w:sz w:val="24"/>
        </w:rPr>
        <w:t>wykonane</w:t>
      </w:r>
      <w:r w:rsidR="007F23DA" w:rsidRPr="004954EB">
        <w:rPr>
          <w:rFonts w:ascii="Arial" w:hAnsi="Arial" w:cs="Arial"/>
          <w:sz w:val="24"/>
        </w:rPr>
        <w:t xml:space="preserve"> należycie,</w:t>
      </w:r>
      <w:r w:rsidR="005A629F" w:rsidRPr="004954EB">
        <w:rPr>
          <w:rFonts w:ascii="Arial" w:hAnsi="Arial" w:cs="Arial"/>
          <w:sz w:val="24"/>
        </w:rPr>
        <w:t xml:space="preserve"> </w:t>
      </w:r>
      <w:r w:rsidR="007F23DA" w:rsidRPr="004954EB">
        <w:rPr>
          <w:rFonts w:ascii="Arial" w:hAnsi="Arial" w:cs="Arial"/>
          <w:sz w:val="24"/>
        </w:rPr>
        <w:t>zgodnie z przepisami prawa budowlanego i prawidłowo ukończone</w:t>
      </w:r>
      <w:r w:rsidR="005A629F" w:rsidRPr="004954EB">
        <w:rPr>
          <w:rFonts w:ascii="Arial" w:hAnsi="Arial" w:cs="Arial"/>
          <w:sz w:val="24"/>
        </w:rPr>
        <w:t>.</w:t>
      </w:r>
    </w:p>
    <w:p w14:paraId="4F45FBC0" w14:textId="77777777" w:rsidR="008C7282" w:rsidRPr="004954EB" w:rsidRDefault="008C7282" w:rsidP="005A629F">
      <w:pPr>
        <w:rPr>
          <w:rFonts w:ascii="Arial" w:hAnsi="Arial" w:cs="Arial"/>
          <w:sz w:val="24"/>
        </w:rPr>
      </w:pPr>
    </w:p>
    <w:p w14:paraId="05E4AD3E" w14:textId="77777777" w:rsidR="008C7282" w:rsidRPr="004954EB" w:rsidRDefault="008C7282" w:rsidP="005A629F">
      <w:pPr>
        <w:rPr>
          <w:rFonts w:ascii="Arial" w:hAnsi="Arial" w:cs="Arial"/>
          <w:sz w:val="24"/>
        </w:rPr>
      </w:pPr>
    </w:p>
    <w:p w14:paraId="3EC3587F" w14:textId="59CC72CA" w:rsidR="00425DD9" w:rsidRPr="004954EB" w:rsidRDefault="008C7282" w:rsidP="00776DAD">
      <w:pPr>
        <w:rPr>
          <w:rFonts w:ascii="Arial" w:hAnsi="Arial" w:cs="Arial"/>
          <w:sz w:val="24"/>
          <w:vertAlign w:val="superscript"/>
        </w:rPr>
      </w:pPr>
      <w:r w:rsidRPr="004954EB">
        <w:rPr>
          <w:rFonts w:ascii="Arial" w:hAnsi="Arial" w:cs="Arial"/>
          <w:sz w:val="24"/>
        </w:rPr>
        <w:t xml:space="preserve">                </w:t>
      </w:r>
    </w:p>
    <w:p w14:paraId="6726E2D1" w14:textId="77777777" w:rsidR="007F23DA" w:rsidRPr="004954EB" w:rsidRDefault="007F23DA" w:rsidP="00F00CCB">
      <w:pPr>
        <w:rPr>
          <w:rFonts w:ascii="Arial" w:hAnsi="Arial" w:cs="Arial"/>
          <w:sz w:val="24"/>
          <w:vertAlign w:val="superscript"/>
        </w:rPr>
      </w:pPr>
    </w:p>
    <w:p w14:paraId="1A75C569" w14:textId="77777777" w:rsidR="007F23DA" w:rsidRPr="004954EB" w:rsidRDefault="007F23DA" w:rsidP="00776DAD">
      <w:pPr>
        <w:rPr>
          <w:rFonts w:ascii="Arial" w:hAnsi="Arial" w:cs="Arial"/>
          <w:sz w:val="24"/>
          <w:vertAlign w:val="superscript"/>
        </w:rPr>
      </w:pPr>
    </w:p>
    <w:p w14:paraId="33231F58" w14:textId="77777777" w:rsidR="008C7282" w:rsidRPr="004954EB" w:rsidRDefault="008C7282" w:rsidP="008C7282">
      <w:pPr>
        <w:rPr>
          <w:rFonts w:ascii="Arial" w:hAnsi="Arial" w:cs="Arial"/>
          <w:sz w:val="24"/>
          <w:vertAlign w:val="superscript"/>
        </w:rPr>
      </w:pPr>
    </w:p>
    <w:p w14:paraId="65763068" w14:textId="3C22E5D9" w:rsidR="00AB17BF" w:rsidRPr="004954EB" w:rsidRDefault="00C82240" w:rsidP="00C82240">
      <w:pPr>
        <w:ind w:hanging="142"/>
        <w:jc w:val="both"/>
        <w:rPr>
          <w:rFonts w:ascii="Arial" w:hAnsi="Arial" w:cs="Arial"/>
          <w:sz w:val="18"/>
          <w:szCs w:val="18"/>
        </w:rPr>
      </w:pPr>
      <w:r w:rsidRPr="004954EB">
        <w:rPr>
          <w:rFonts w:ascii="Arial" w:hAnsi="Arial" w:cs="Arial"/>
          <w:sz w:val="22"/>
          <w:szCs w:val="22"/>
          <w:vertAlign w:val="superscript"/>
        </w:rPr>
        <w:t>1)</w:t>
      </w:r>
      <w:r w:rsidRPr="004954EB">
        <w:rPr>
          <w:rFonts w:ascii="Arial" w:hAnsi="Arial" w:cs="Arial"/>
          <w:sz w:val="18"/>
          <w:szCs w:val="18"/>
        </w:rPr>
        <w:t xml:space="preserve"> Stosownie</w:t>
      </w:r>
      <w:r w:rsidR="007F23DA" w:rsidRPr="004954EB">
        <w:rPr>
          <w:rFonts w:ascii="Arial" w:hAnsi="Arial" w:cs="Arial"/>
          <w:sz w:val="18"/>
          <w:szCs w:val="18"/>
        </w:rPr>
        <w:t xml:space="preserve"> do postanowień §</w:t>
      </w:r>
      <w:r w:rsidR="00C40DE1" w:rsidRPr="004954EB">
        <w:rPr>
          <w:rFonts w:ascii="Arial" w:hAnsi="Arial" w:cs="Arial"/>
          <w:sz w:val="18"/>
          <w:szCs w:val="18"/>
        </w:rPr>
        <w:t xml:space="preserve"> 9</w:t>
      </w:r>
      <w:r w:rsidR="007F23DA" w:rsidRPr="004954EB">
        <w:rPr>
          <w:rFonts w:ascii="Arial" w:hAnsi="Arial" w:cs="Arial"/>
          <w:sz w:val="18"/>
          <w:szCs w:val="18"/>
        </w:rPr>
        <w:t xml:space="preserve"> ust. </w:t>
      </w:r>
      <w:r w:rsidR="00C40DE1" w:rsidRPr="004954EB">
        <w:rPr>
          <w:rFonts w:ascii="Arial" w:hAnsi="Arial" w:cs="Arial"/>
          <w:sz w:val="18"/>
          <w:szCs w:val="18"/>
        </w:rPr>
        <w:t>1</w:t>
      </w:r>
      <w:r w:rsidR="007F23DA" w:rsidRPr="004954EB">
        <w:rPr>
          <w:rFonts w:ascii="Arial" w:hAnsi="Arial" w:cs="Arial"/>
          <w:sz w:val="18"/>
          <w:szCs w:val="18"/>
        </w:rPr>
        <w:t xml:space="preserve"> pkt. 1</w:t>
      </w:r>
      <w:r w:rsidRPr="004954EB">
        <w:rPr>
          <w:rFonts w:ascii="Arial" w:hAnsi="Arial" w:cs="Arial"/>
          <w:sz w:val="18"/>
          <w:szCs w:val="18"/>
        </w:rPr>
        <w:t xml:space="preserve"> </w:t>
      </w:r>
      <w:r w:rsidRPr="004954EB">
        <w:rPr>
          <w:rFonts w:ascii="Arial" w:hAnsi="Arial" w:cs="Arial"/>
          <w:i/>
          <w:sz w:val="18"/>
          <w:szCs w:val="18"/>
        </w:rPr>
        <w:t>Rozporządzenia Ministra Rozwoju</w:t>
      </w:r>
      <w:r w:rsidR="00C40DE1" w:rsidRPr="004954EB">
        <w:rPr>
          <w:rFonts w:ascii="Arial" w:hAnsi="Arial" w:cs="Arial"/>
          <w:i/>
          <w:sz w:val="18"/>
          <w:szCs w:val="18"/>
        </w:rPr>
        <w:t xml:space="preserve">, Pracy i Technologii </w:t>
      </w:r>
      <w:r w:rsidRPr="004954EB">
        <w:rPr>
          <w:rFonts w:ascii="Arial" w:hAnsi="Arial" w:cs="Arial"/>
          <w:i/>
          <w:sz w:val="18"/>
          <w:szCs w:val="18"/>
        </w:rPr>
        <w:t xml:space="preserve"> z dnia </w:t>
      </w:r>
      <w:r w:rsidR="00C40DE1" w:rsidRPr="004954EB">
        <w:rPr>
          <w:rFonts w:ascii="Arial" w:hAnsi="Arial" w:cs="Arial"/>
          <w:i/>
          <w:sz w:val="18"/>
          <w:szCs w:val="18"/>
        </w:rPr>
        <w:t>23</w:t>
      </w:r>
      <w:r w:rsidRPr="004954EB">
        <w:rPr>
          <w:rFonts w:ascii="Arial" w:hAnsi="Arial" w:cs="Arial"/>
          <w:i/>
          <w:sz w:val="18"/>
          <w:szCs w:val="18"/>
        </w:rPr>
        <w:t xml:space="preserve"> </w:t>
      </w:r>
      <w:r w:rsidR="00C40DE1" w:rsidRPr="004954EB">
        <w:rPr>
          <w:rFonts w:ascii="Arial" w:hAnsi="Arial" w:cs="Arial"/>
          <w:i/>
          <w:sz w:val="18"/>
          <w:szCs w:val="18"/>
        </w:rPr>
        <w:t>grudnia</w:t>
      </w:r>
      <w:r w:rsidRPr="004954EB">
        <w:rPr>
          <w:rFonts w:ascii="Arial" w:hAnsi="Arial" w:cs="Arial"/>
          <w:i/>
          <w:sz w:val="18"/>
          <w:szCs w:val="18"/>
        </w:rPr>
        <w:t xml:space="preserve"> 20</w:t>
      </w:r>
      <w:r w:rsidR="00C40DE1" w:rsidRPr="004954EB">
        <w:rPr>
          <w:rFonts w:ascii="Arial" w:hAnsi="Arial" w:cs="Arial"/>
          <w:i/>
          <w:sz w:val="18"/>
          <w:szCs w:val="18"/>
        </w:rPr>
        <w:t>20</w:t>
      </w:r>
      <w:r w:rsidRPr="004954EB">
        <w:rPr>
          <w:rFonts w:ascii="Arial" w:hAnsi="Arial" w:cs="Arial"/>
          <w:i/>
          <w:sz w:val="18"/>
          <w:szCs w:val="18"/>
        </w:rPr>
        <w:t xml:space="preserve">r. w sprawie </w:t>
      </w:r>
      <w:r w:rsidR="00C40DE1" w:rsidRPr="004954EB">
        <w:rPr>
          <w:rFonts w:ascii="Arial" w:hAnsi="Arial" w:cs="Arial"/>
          <w:i/>
          <w:sz w:val="18"/>
          <w:szCs w:val="18"/>
        </w:rPr>
        <w:t>podmiotowych środków dowodowych oraz innych dokumentów lub oświadczeń, jakich może żądać zamawiający od wykonawcy</w:t>
      </w:r>
      <w:r w:rsidRPr="004954EB">
        <w:rPr>
          <w:rFonts w:ascii="Arial" w:hAnsi="Arial" w:cs="Arial"/>
          <w:sz w:val="18"/>
          <w:szCs w:val="18"/>
        </w:rPr>
        <w:t xml:space="preserve">, dowodami tymi są </w:t>
      </w:r>
      <w:r w:rsidR="007F23DA" w:rsidRPr="004954EB">
        <w:rPr>
          <w:rFonts w:ascii="Arial" w:hAnsi="Arial" w:cs="Arial"/>
          <w:sz w:val="18"/>
          <w:szCs w:val="18"/>
        </w:rPr>
        <w:t xml:space="preserve">referencje bądź inne dokumenty wystawione przez podmiot, na rzecz którego roboty budowlane </w:t>
      </w:r>
      <w:r w:rsidR="00C40DE1" w:rsidRPr="004954EB">
        <w:rPr>
          <w:rFonts w:ascii="Arial" w:hAnsi="Arial" w:cs="Arial"/>
          <w:sz w:val="18"/>
          <w:szCs w:val="18"/>
        </w:rPr>
        <w:t>zostały</w:t>
      </w:r>
      <w:r w:rsidR="007F23DA" w:rsidRPr="004954EB">
        <w:rPr>
          <w:rFonts w:ascii="Arial" w:hAnsi="Arial" w:cs="Arial"/>
          <w:sz w:val="18"/>
          <w:szCs w:val="18"/>
        </w:rPr>
        <w:t xml:space="preserve"> wykonywane, a jeżeli </w:t>
      </w:r>
      <w:r w:rsidR="00C40DE1" w:rsidRPr="004954EB">
        <w:rPr>
          <w:rFonts w:ascii="Arial" w:hAnsi="Arial" w:cs="Arial"/>
          <w:sz w:val="18"/>
          <w:szCs w:val="18"/>
        </w:rPr>
        <w:t xml:space="preserve">wykonawca z </w:t>
      </w:r>
      <w:r w:rsidR="007F23DA" w:rsidRPr="004954EB">
        <w:rPr>
          <w:rFonts w:ascii="Arial" w:hAnsi="Arial" w:cs="Arial"/>
          <w:sz w:val="18"/>
          <w:szCs w:val="18"/>
        </w:rPr>
        <w:t>przyczyn</w:t>
      </w:r>
      <w:r w:rsidR="00C40DE1" w:rsidRPr="004954EB">
        <w:rPr>
          <w:rFonts w:ascii="Arial" w:hAnsi="Arial" w:cs="Arial"/>
          <w:sz w:val="18"/>
          <w:szCs w:val="18"/>
        </w:rPr>
        <w:t xml:space="preserve"> niezależnych </w:t>
      </w:r>
      <w:r w:rsidR="007F23DA" w:rsidRPr="004954EB">
        <w:rPr>
          <w:rFonts w:ascii="Arial" w:hAnsi="Arial" w:cs="Arial"/>
          <w:sz w:val="18"/>
          <w:szCs w:val="18"/>
        </w:rPr>
        <w:t xml:space="preserve"> o</w:t>
      </w:r>
      <w:r w:rsidR="00C40DE1" w:rsidRPr="004954EB">
        <w:rPr>
          <w:rFonts w:ascii="Arial" w:hAnsi="Arial" w:cs="Arial"/>
          <w:sz w:val="18"/>
          <w:szCs w:val="18"/>
        </w:rPr>
        <w:t xml:space="preserve">d niego nie jest w stanie uzyskać tych dokumentów- </w:t>
      </w:r>
      <w:r w:rsidR="007F23DA" w:rsidRPr="004954EB">
        <w:rPr>
          <w:rFonts w:ascii="Arial" w:hAnsi="Arial" w:cs="Arial"/>
          <w:sz w:val="18"/>
          <w:szCs w:val="18"/>
        </w:rPr>
        <w:t xml:space="preserve"> – inne </w:t>
      </w:r>
      <w:r w:rsidR="00C40DE1" w:rsidRPr="004954EB">
        <w:rPr>
          <w:rFonts w:ascii="Arial" w:hAnsi="Arial" w:cs="Arial"/>
          <w:sz w:val="18"/>
          <w:szCs w:val="18"/>
        </w:rPr>
        <w:t xml:space="preserve">odpowiednie </w:t>
      </w:r>
      <w:r w:rsidR="007F23DA" w:rsidRPr="004954EB">
        <w:rPr>
          <w:rFonts w:ascii="Arial" w:hAnsi="Arial" w:cs="Arial"/>
          <w:sz w:val="18"/>
          <w:szCs w:val="18"/>
        </w:rPr>
        <w:t>dokumenty</w:t>
      </w:r>
      <w:r w:rsidR="00F00CCB" w:rsidRPr="004954EB">
        <w:rPr>
          <w:rFonts w:ascii="Arial" w:hAnsi="Arial" w:cs="Arial"/>
          <w:sz w:val="18"/>
          <w:szCs w:val="18"/>
        </w:rPr>
        <w:t>.</w:t>
      </w:r>
    </w:p>
    <w:sectPr w:rsidR="00AB17BF" w:rsidRPr="004954EB" w:rsidSect="000448E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7B2C5" w14:textId="77777777" w:rsidR="00505AFD" w:rsidRDefault="00505AFD">
      <w:r>
        <w:separator/>
      </w:r>
    </w:p>
  </w:endnote>
  <w:endnote w:type="continuationSeparator" w:id="0">
    <w:p w14:paraId="33E3A631" w14:textId="77777777" w:rsidR="00505AFD" w:rsidRDefault="0050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B60B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AB83E9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2EBC" w14:textId="1B12ADE3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E1E8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18A6371" w14:textId="77777777" w:rsidR="00EF0FC8" w:rsidRDefault="00EF0FC8">
    <w:pPr>
      <w:pStyle w:val="Stopka"/>
      <w:tabs>
        <w:tab w:val="clear" w:pos="4536"/>
      </w:tabs>
      <w:jc w:val="center"/>
    </w:pPr>
  </w:p>
  <w:p w14:paraId="05159795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224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4D14A" w14:textId="77777777" w:rsidR="00505AFD" w:rsidRDefault="00505AFD">
      <w:r>
        <w:separator/>
      </w:r>
    </w:p>
  </w:footnote>
  <w:footnote w:type="continuationSeparator" w:id="0">
    <w:p w14:paraId="4751B4EA" w14:textId="77777777" w:rsidR="00505AFD" w:rsidRDefault="00505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697EC" w14:textId="6C397F54" w:rsidR="00F344E5" w:rsidRDefault="006F39DA" w:rsidP="00F344E5">
    <w:pPr>
      <w:spacing w:line="259" w:lineRule="auto"/>
    </w:pPr>
    <w:r>
      <w:rPr>
        <w:noProof/>
      </w:rPr>
      <w:drawing>
        <wp:inline distT="0" distB="0" distL="0" distR="0" wp14:anchorId="74D69A65" wp14:editId="34F6FD23">
          <wp:extent cx="5939790" cy="626341"/>
          <wp:effectExtent l="0" t="0" r="3810" b="2540"/>
          <wp:docPr id="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26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44E5">
      <w:rPr>
        <w:sz w:val="24"/>
      </w:rPr>
      <w:t xml:space="preserve"> </w:t>
    </w:r>
  </w:p>
  <w:p w14:paraId="1AB762DE" w14:textId="77777777" w:rsidR="00F344E5" w:rsidRDefault="00F344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59CB3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01486149">
    <w:abstractNumId w:val="4"/>
  </w:num>
  <w:num w:numId="2" w16cid:durableId="870530850">
    <w:abstractNumId w:val="0"/>
  </w:num>
  <w:num w:numId="3" w16cid:durableId="1155025601">
    <w:abstractNumId w:val="5"/>
  </w:num>
  <w:num w:numId="4" w16cid:durableId="1928075908">
    <w:abstractNumId w:val="6"/>
  </w:num>
  <w:num w:numId="5" w16cid:durableId="861555864">
    <w:abstractNumId w:val="3"/>
  </w:num>
  <w:num w:numId="6" w16cid:durableId="1126654316">
    <w:abstractNumId w:val="1"/>
  </w:num>
  <w:num w:numId="7" w16cid:durableId="93475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52"/>
    <w:rsid w:val="00000F8F"/>
    <w:rsid w:val="000105C1"/>
    <w:rsid w:val="0001389E"/>
    <w:rsid w:val="00013C96"/>
    <w:rsid w:val="000323CC"/>
    <w:rsid w:val="00035F1B"/>
    <w:rsid w:val="00041BD2"/>
    <w:rsid w:val="000448EF"/>
    <w:rsid w:val="00055D6E"/>
    <w:rsid w:val="000659D8"/>
    <w:rsid w:val="00065ADD"/>
    <w:rsid w:val="0007438B"/>
    <w:rsid w:val="00076C7A"/>
    <w:rsid w:val="0009221E"/>
    <w:rsid w:val="000D6FE5"/>
    <w:rsid w:val="000D7056"/>
    <w:rsid w:val="001124F6"/>
    <w:rsid w:val="00145302"/>
    <w:rsid w:val="00166F62"/>
    <w:rsid w:val="00183ACA"/>
    <w:rsid w:val="0019338A"/>
    <w:rsid w:val="001C29CD"/>
    <w:rsid w:val="001F059E"/>
    <w:rsid w:val="0023355F"/>
    <w:rsid w:val="00244E94"/>
    <w:rsid w:val="00260E81"/>
    <w:rsid w:val="00260E96"/>
    <w:rsid w:val="00273F1C"/>
    <w:rsid w:val="002C4BD4"/>
    <w:rsid w:val="002F5E7A"/>
    <w:rsid w:val="00343281"/>
    <w:rsid w:val="003645FD"/>
    <w:rsid w:val="00366A65"/>
    <w:rsid w:val="00382E3D"/>
    <w:rsid w:val="00394509"/>
    <w:rsid w:val="0041621B"/>
    <w:rsid w:val="00421268"/>
    <w:rsid w:val="00425DD9"/>
    <w:rsid w:val="0049258F"/>
    <w:rsid w:val="004954EB"/>
    <w:rsid w:val="004E4A27"/>
    <w:rsid w:val="00505AFD"/>
    <w:rsid w:val="00551BB1"/>
    <w:rsid w:val="0056328D"/>
    <w:rsid w:val="005674B2"/>
    <w:rsid w:val="00575260"/>
    <w:rsid w:val="005A629F"/>
    <w:rsid w:val="005E22BC"/>
    <w:rsid w:val="005E43A0"/>
    <w:rsid w:val="006157C9"/>
    <w:rsid w:val="00624B1B"/>
    <w:rsid w:val="0065753B"/>
    <w:rsid w:val="0068467B"/>
    <w:rsid w:val="00685415"/>
    <w:rsid w:val="006D0D09"/>
    <w:rsid w:val="006E3E42"/>
    <w:rsid w:val="006F39DA"/>
    <w:rsid w:val="007678B3"/>
    <w:rsid w:val="00776DAD"/>
    <w:rsid w:val="00792635"/>
    <w:rsid w:val="00796AEC"/>
    <w:rsid w:val="007B5F89"/>
    <w:rsid w:val="007D4CBA"/>
    <w:rsid w:val="007E4985"/>
    <w:rsid w:val="007F23DA"/>
    <w:rsid w:val="00803BC6"/>
    <w:rsid w:val="00811DC1"/>
    <w:rsid w:val="008173BB"/>
    <w:rsid w:val="00857B4B"/>
    <w:rsid w:val="008B3611"/>
    <w:rsid w:val="008B68FD"/>
    <w:rsid w:val="008C7282"/>
    <w:rsid w:val="008E0970"/>
    <w:rsid w:val="008E4EB6"/>
    <w:rsid w:val="008F50C0"/>
    <w:rsid w:val="00901871"/>
    <w:rsid w:val="009427DA"/>
    <w:rsid w:val="00946738"/>
    <w:rsid w:val="009469D2"/>
    <w:rsid w:val="00984400"/>
    <w:rsid w:val="009A2D6F"/>
    <w:rsid w:val="009A5F18"/>
    <w:rsid w:val="009D541D"/>
    <w:rsid w:val="009D5ACA"/>
    <w:rsid w:val="00A02718"/>
    <w:rsid w:val="00A05EB7"/>
    <w:rsid w:val="00A226E4"/>
    <w:rsid w:val="00A34E88"/>
    <w:rsid w:val="00A43676"/>
    <w:rsid w:val="00A43C8C"/>
    <w:rsid w:val="00A5282F"/>
    <w:rsid w:val="00A55014"/>
    <w:rsid w:val="00A658AE"/>
    <w:rsid w:val="00A82A24"/>
    <w:rsid w:val="00A85B62"/>
    <w:rsid w:val="00A872FA"/>
    <w:rsid w:val="00AB17BF"/>
    <w:rsid w:val="00AB2623"/>
    <w:rsid w:val="00AE3D2D"/>
    <w:rsid w:val="00AF2868"/>
    <w:rsid w:val="00B337D2"/>
    <w:rsid w:val="00B57AEA"/>
    <w:rsid w:val="00BB080B"/>
    <w:rsid w:val="00BC4F53"/>
    <w:rsid w:val="00BF45B3"/>
    <w:rsid w:val="00C3519C"/>
    <w:rsid w:val="00C40DE1"/>
    <w:rsid w:val="00C63BC3"/>
    <w:rsid w:val="00C75AFF"/>
    <w:rsid w:val="00C82240"/>
    <w:rsid w:val="00CA2061"/>
    <w:rsid w:val="00CA4E0D"/>
    <w:rsid w:val="00CC363F"/>
    <w:rsid w:val="00D14123"/>
    <w:rsid w:val="00D45FA8"/>
    <w:rsid w:val="00D54331"/>
    <w:rsid w:val="00D87D63"/>
    <w:rsid w:val="00D9697C"/>
    <w:rsid w:val="00DB0B67"/>
    <w:rsid w:val="00DB307B"/>
    <w:rsid w:val="00DC365B"/>
    <w:rsid w:val="00DD74AE"/>
    <w:rsid w:val="00DF4934"/>
    <w:rsid w:val="00E001EA"/>
    <w:rsid w:val="00E11423"/>
    <w:rsid w:val="00E1628B"/>
    <w:rsid w:val="00E3582A"/>
    <w:rsid w:val="00E75052"/>
    <w:rsid w:val="00E761D1"/>
    <w:rsid w:val="00E9395D"/>
    <w:rsid w:val="00EF0FC8"/>
    <w:rsid w:val="00F00CCB"/>
    <w:rsid w:val="00F03F4B"/>
    <w:rsid w:val="00F112A1"/>
    <w:rsid w:val="00F344E5"/>
    <w:rsid w:val="00F657AE"/>
    <w:rsid w:val="00F85E7E"/>
    <w:rsid w:val="00F90539"/>
    <w:rsid w:val="00FB0C96"/>
    <w:rsid w:val="00FB1784"/>
    <w:rsid w:val="00FB36CA"/>
    <w:rsid w:val="00FE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8B79A0"/>
  <w15:chartTrackingRefBased/>
  <w15:docId w15:val="{00FE2F42-337A-4388-8A70-E77ACCCF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A1278-B7ED-4EA4-BDFB-14B8BFD0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Przemysław Krawętkowski</dc:creator>
  <cp:keywords/>
  <cp:lastModifiedBy>Magdalena Boroń</cp:lastModifiedBy>
  <cp:revision>3</cp:revision>
  <cp:lastPrinted>2020-08-04T10:41:00Z</cp:lastPrinted>
  <dcterms:created xsi:type="dcterms:W3CDTF">2025-11-27T11:29:00Z</dcterms:created>
  <dcterms:modified xsi:type="dcterms:W3CDTF">2025-12-10T12:42:00Z</dcterms:modified>
</cp:coreProperties>
</file>